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97C4F570-99CF-4899-B761-0CEA502B533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